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B59AE">
        <w:rPr>
          <w:rFonts w:ascii="Corbel" w:hAnsi="Corbel"/>
          <w:i/>
          <w:smallCaps/>
          <w:sz w:val="24"/>
          <w:szCs w:val="24"/>
        </w:rPr>
        <w:t>20</w:t>
      </w:r>
      <w:r w:rsidR="003D240E">
        <w:rPr>
          <w:rFonts w:ascii="Corbel" w:hAnsi="Corbel"/>
          <w:i/>
          <w:smallCaps/>
          <w:sz w:val="24"/>
          <w:szCs w:val="24"/>
        </w:rPr>
        <w:t>19</w:t>
      </w:r>
      <w:r w:rsidR="009B59AE">
        <w:rPr>
          <w:rFonts w:ascii="Corbel" w:hAnsi="Corbel"/>
          <w:i/>
          <w:smallCaps/>
          <w:sz w:val="24"/>
          <w:szCs w:val="24"/>
        </w:rPr>
        <w:t>-202</w:t>
      </w:r>
      <w:r w:rsidR="003D240E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B44E0E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9B59AE">
        <w:rPr>
          <w:rFonts w:ascii="Corbel" w:hAnsi="Corbel"/>
          <w:sz w:val="20"/>
          <w:szCs w:val="20"/>
        </w:rPr>
        <w:t>202</w:t>
      </w:r>
      <w:r w:rsidR="003D240E">
        <w:rPr>
          <w:rFonts w:ascii="Corbel" w:hAnsi="Corbel"/>
          <w:sz w:val="20"/>
          <w:szCs w:val="20"/>
        </w:rPr>
        <w:t>1</w:t>
      </w:r>
      <w:r w:rsidR="009B59AE">
        <w:rPr>
          <w:rFonts w:ascii="Corbel" w:hAnsi="Corbel"/>
          <w:sz w:val="20"/>
          <w:szCs w:val="20"/>
        </w:rPr>
        <w:t>/202</w:t>
      </w:r>
      <w:r w:rsidR="003D240E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45BDC" w:rsidRPr="009C54AE" w:rsidTr="00645BDC">
        <w:tc>
          <w:tcPr>
            <w:tcW w:w="2694" w:type="dxa"/>
            <w:vAlign w:val="center"/>
          </w:tcPr>
          <w:p w:rsidR="00645BDC" w:rsidRPr="009C54AE" w:rsidRDefault="00645BDC" w:rsidP="00645B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45BDC" w:rsidRPr="009B59AE" w:rsidRDefault="00645BDC" w:rsidP="00645BDC">
            <w:pPr>
              <w:pStyle w:val="Odpowiedzi"/>
              <w:rPr>
                <w:rFonts w:ascii="Corbel" w:hAnsi="Corbel"/>
                <w:color w:val="auto"/>
                <w:sz w:val="24"/>
              </w:rPr>
            </w:pPr>
            <w:r w:rsidRPr="009B59AE">
              <w:rPr>
                <w:rFonts w:ascii="Corbel" w:hAnsi="Corbel"/>
                <w:sz w:val="24"/>
              </w:rPr>
              <w:t>Nowe media</w:t>
            </w:r>
          </w:p>
        </w:tc>
      </w:tr>
      <w:tr w:rsidR="00645BDC" w:rsidRPr="009C54AE" w:rsidTr="00645BDC">
        <w:tc>
          <w:tcPr>
            <w:tcW w:w="2694" w:type="dxa"/>
            <w:vAlign w:val="center"/>
          </w:tcPr>
          <w:p w:rsidR="00645BDC" w:rsidRPr="009C54AE" w:rsidRDefault="00645BDC" w:rsidP="00645B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45BDC" w:rsidRPr="00645BDC" w:rsidRDefault="00645BDC" w:rsidP="00645BDC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645BDC">
              <w:rPr>
                <w:rFonts w:ascii="Corbel" w:hAnsi="Corbel"/>
                <w:b w:val="0"/>
                <w:color w:val="auto"/>
                <w:sz w:val="24"/>
              </w:rPr>
              <w:t>MK_31</w:t>
            </w:r>
          </w:p>
        </w:tc>
      </w:tr>
      <w:tr w:rsidR="00645BDC" w:rsidRPr="009C54AE" w:rsidTr="00645BDC">
        <w:trPr>
          <w:trHeight w:val="566"/>
        </w:trPr>
        <w:tc>
          <w:tcPr>
            <w:tcW w:w="2694" w:type="dxa"/>
            <w:vAlign w:val="center"/>
          </w:tcPr>
          <w:p w:rsidR="00645BDC" w:rsidRPr="009C54AE" w:rsidRDefault="00645BDC" w:rsidP="00645BD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45BDC" w:rsidRPr="00645BDC" w:rsidRDefault="00645BDC" w:rsidP="00645BDC">
            <w:pPr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Kolegium Nauk Społecznych</w:t>
            </w:r>
          </w:p>
        </w:tc>
      </w:tr>
      <w:tr w:rsidR="009B59AE" w:rsidRPr="009C54AE" w:rsidTr="00645BDC">
        <w:tc>
          <w:tcPr>
            <w:tcW w:w="2694" w:type="dxa"/>
            <w:vAlign w:val="center"/>
          </w:tcPr>
          <w:p w:rsidR="009B59AE" w:rsidRPr="009C54AE" w:rsidRDefault="009B59AE" w:rsidP="009B59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B59AE" w:rsidRPr="00645BDC" w:rsidRDefault="009B59AE" w:rsidP="009B59AE">
            <w:pPr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Kolegium Nauk Społecznych</w:t>
            </w:r>
          </w:p>
        </w:tc>
      </w:tr>
      <w:tr w:rsidR="009B59AE" w:rsidRPr="009C54AE" w:rsidTr="00645BDC">
        <w:tc>
          <w:tcPr>
            <w:tcW w:w="2694" w:type="dxa"/>
            <w:vAlign w:val="center"/>
          </w:tcPr>
          <w:p w:rsidR="009B59AE" w:rsidRPr="009C54AE" w:rsidRDefault="009B59AE" w:rsidP="009B59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B59AE" w:rsidRPr="00645BDC" w:rsidRDefault="009B59AE" w:rsidP="009B59AE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645BDC">
              <w:rPr>
                <w:rFonts w:ascii="Corbel" w:hAnsi="Corbel"/>
                <w:b w:val="0"/>
                <w:color w:val="auto"/>
                <w:sz w:val="24"/>
              </w:rPr>
              <w:t>Politologia</w:t>
            </w:r>
          </w:p>
        </w:tc>
      </w:tr>
      <w:tr w:rsidR="009B59AE" w:rsidRPr="009C54AE" w:rsidTr="00645BDC">
        <w:tc>
          <w:tcPr>
            <w:tcW w:w="2694" w:type="dxa"/>
            <w:vAlign w:val="center"/>
          </w:tcPr>
          <w:p w:rsidR="009B59AE" w:rsidRPr="009C54AE" w:rsidRDefault="009B59AE" w:rsidP="009B59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B59AE" w:rsidRPr="00645BDC" w:rsidRDefault="009B59AE" w:rsidP="009B59AE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645BDC">
              <w:rPr>
                <w:rFonts w:ascii="Corbel" w:hAnsi="Corbel"/>
                <w:b w:val="0"/>
                <w:color w:val="auto"/>
                <w:sz w:val="24"/>
              </w:rPr>
              <w:t>Studia I stopnia</w:t>
            </w:r>
          </w:p>
        </w:tc>
      </w:tr>
      <w:tr w:rsidR="009B59AE" w:rsidRPr="009C54AE" w:rsidTr="00645BDC">
        <w:tc>
          <w:tcPr>
            <w:tcW w:w="2694" w:type="dxa"/>
            <w:vAlign w:val="center"/>
          </w:tcPr>
          <w:p w:rsidR="009B59AE" w:rsidRPr="009C54AE" w:rsidRDefault="009B59AE" w:rsidP="009B59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B59AE" w:rsidRPr="00645BDC" w:rsidRDefault="009B59AE" w:rsidP="009B59AE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645BDC">
              <w:rPr>
                <w:rFonts w:ascii="Corbel" w:hAnsi="Corbel"/>
                <w:b w:val="0"/>
                <w:color w:val="auto"/>
                <w:sz w:val="24"/>
              </w:rPr>
              <w:t>Ogólnoakademicki</w:t>
            </w:r>
          </w:p>
        </w:tc>
      </w:tr>
      <w:tr w:rsidR="009B59AE" w:rsidRPr="009C54AE" w:rsidTr="00645BDC">
        <w:tc>
          <w:tcPr>
            <w:tcW w:w="2694" w:type="dxa"/>
            <w:vAlign w:val="center"/>
          </w:tcPr>
          <w:p w:rsidR="009B59AE" w:rsidRPr="009C54AE" w:rsidRDefault="009B59AE" w:rsidP="009B59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B59AE" w:rsidRPr="00645BDC" w:rsidRDefault="009B59AE" w:rsidP="009B59AE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645BDC">
              <w:rPr>
                <w:rFonts w:ascii="Corbel" w:hAnsi="Corbel"/>
                <w:b w:val="0"/>
                <w:color w:val="auto"/>
                <w:sz w:val="24"/>
              </w:rPr>
              <w:t xml:space="preserve">stacjonarne </w:t>
            </w:r>
          </w:p>
        </w:tc>
      </w:tr>
      <w:tr w:rsidR="009B59AE" w:rsidRPr="009C54AE" w:rsidTr="00645BDC">
        <w:tc>
          <w:tcPr>
            <w:tcW w:w="2694" w:type="dxa"/>
            <w:vAlign w:val="center"/>
          </w:tcPr>
          <w:p w:rsidR="009B59AE" w:rsidRPr="009C54AE" w:rsidRDefault="009B59AE" w:rsidP="009B59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B59AE" w:rsidRPr="00645BDC" w:rsidRDefault="009B59AE" w:rsidP="009B59AE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645BDC">
              <w:rPr>
                <w:rFonts w:ascii="Corbel" w:hAnsi="Corbel"/>
                <w:b w:val="0"/>
                <w:color w:val="auto"/>
                <w:sz w:val="24"/>
              </w:rPr>
              <w:t>Rok III, semestr VI</w:t>
            </w:r>
          </w:p>
        </w:tc>
      </w:tr>
      <w:tr w:rsidR="009B59AE" w:rsidRPr="009C54AE" w:rsidTr="00645BDC">
        <w:tc>
          <w:tcPr>
            <w:tcW w:w="2694" w:type="dxa"/>
            <w:vAlign w:val="center"/>
          </w:tcPr>
          <w:p w:rsidR="009B59AE" w:rsidRPr="009C54AE" w:rsidRDefault="009B59AE" w:rsidP="009B59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B59AE" w:rsidRPr="00645BDC" w:rsidRDefault="009B59AE" w:rsidP="009B59AE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645BDC">
              <w:rPr>
                <w:rFonts w:ascii="Corbel" w:hAnsi="Corbel"/>
                <w:b w:val="0"/>
                <w:color w:val="auto"/>
                <w:sz w:val="24"/>
              </w:rPr>
              <w:t>specjalnościowy</w:t>
            </w:r>
          </w:p>
        </w:tc>
      </w:tr>
      <w:tr w:rsidR="009B59AE" w:rsidRPr="009C54AE" w:rsidTr="00645BDC">
        <w:tc>
          <w:tcPr>
            <w:tcW w:w="2694" w:type="dxa"/>
            <w:vAlign w:val="center"/>
          </w:tcPr>
          <w:p w:rsidR="009B59AE" w:rsidRPr="009C54AE" w:rsidRDefault="009B59AE" w:rsidP="009B59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B59AE" w:rsidRPr="00645BDC" w:rsidRDefault="009B59AE" w:rsidP="009B59AE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645BDC">
              <w:rPr>
                <w:rFonts w:ascii="Corbel" w:hAnsi="Corbel"/>
                <w:b w:val="0"/>
                <w:color w:val="auto"/>
                <w:sz w:val="24"/>
              </w:rPr>
              <w:t>polski</w:t>
            </w:r>
          </w:p>
        </w:tc>
      </w:tr>
      <w:tr w:rsidR="009B59AE" w:rsidRPr="009C54AE" w:rsidTr="00645BDC">
        <w:tc>
          <w:tcPr>
            <w:tcW w:w="2694" w:type="dxa"/>
            <w:vAlign w:val="center"/>
          </w:tcPr>
          <w:p w:rsidR="009B59AE" w:rsidRPr="009C54AE" w:rsidRDefault="009B59AE" w:rsidP="009B59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B59AE" w:rsidRPr="00645BDC" w:rsidRDefault="009B59AE" w:rsidP="009B59AE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645BDC">
              <w:rPr>
                <w:rFonts w:ascii="Corbel" w:hAnsi="Corbel"/>
                <w:b w:val="0"/>
                <w:color w:val="auto"/>
                <w:sz w:val="24"/>
              </w:rPr>
              <w:t>dr Dominik Szczepański</w:t>
            </w:r>
          </w:p>
          <w:p w:rsidR="009B59AE" w:rsidRPr="00645BDC" w:rsidRDefault="009B59AE" w:rsidP="009B59AE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</w:p>
        </w:tc>
      </w:tr>
      <w:tr w:rsidR="009B59AE" w:rsidRPr="009C54AE" w:rsidTr="00645BDC">
        <w:tc>
          <w:tcPr>
            <w:tcW w:w="2694" w:type="dxa"/>
            <w:vAlign w:val="center"/>
          </w:tcPr>
          <w:p w:rsidR="009B59AE" w:rsidRPr="009C54AE" w:rsidRDefault="009B59AE" w:rsidP="009B59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9B59AE" w:rsidRPr="00645BDC" w:rsidRDefault="009B59AE" w:rsidP="009B59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5BDC">
              <w:rPr>
                <w:rFonts w:ascii="Corbel" w:hAnsi="Corbel"/>
                <w:b w:val="0"/>
                <w:color w:val="auto"/>
                <w:sz w:val="24"/>
              </w:rPr>
              <w:t>dr Dominik Szczepański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6B76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  <w:p w:rsidR="009B59AE" w:rsidRPr="009C54AE" w:rsidRDefault="009B59A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B76A9" w:rsidRPr="009C54AE" w:rsidTr="006B76A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A9" w:rsidRPr="009C54AE" w:rsidRDefault="00645BDC" w:rsidP="006B76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E369C8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A9" w:rsidRDefault="00CA170E" w:rsidP="00CA170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A9" w:rsidRDefault="00CA170E" w:rsidP="006B76A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A9" w:rsidRPr="009C54AE" w:rsidRDefault="00CA170E" w:rsidP="006B76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A9" w:rsidRPr="009C54AE" w:rsidRDefault="009B59AE" w:rsidP="006B76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A9" w:rsidRPr="009C54AE" w:rsidRDefault="006B76A9" w:rsidP="006B76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A9" w:rsidRPr="009C54AE" w:rsidRDefault="006B76A9" w:rsidP="006B76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A9" w:rsidRPr="009C54AE" w:rsidRDefault="006B76A9" w:rsidP="006B76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A9" w:rsidRPr="009C54AE" w:rsidRDefault="009B59AE" w:rsidP="006B76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A9" w:rsidRPr="009C54AE" w:rsidRDefault="00645BDC" w:rsidP="006B76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B59AE" w:rsidRDefault="009B59AE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:rsidR="0085747A" w:rsidRPr="009C54AE" w:rsidRDefault="006B76A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Symbol" w:char="F043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402130">
        <w:rPr>
          <w:rFonts w:ascii="Corbel" w:hAnsi="Corbel"/>
          <w:b w:val="0"/>
          <w:smallCaps w:val="0"/>
          <w:szCs w:val="24"/>
        </w:rPr>
        <w:t xml:space="preserve"> </w:t>
      </w:r>
      <w:bookmarkStart w:id="0" w:name="_GoBack"/>
      <w:bookmarkEnd w:id="0"/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9B59A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E22FBC" w:rsidRPr="009C54AE">
        <w:rPr>
          <w:rFonts w:ascii="Corbel" w:hAnsi="Corbel"/>
          <w:smallCaps w:val="0"/>
          <w:szCs w:val="24"/>
        </w:rPr>
        <w:lastRenderedPageBreak/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A170E" w:rsidRPr="00F7644A" w:rsidRDefault="00CA170E" w:rsidP="00CA170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CA170E" w:rsidRPr="00CA170E" w:rsidRDefault="00CA170E" w:rsidP="00CA170E">
      <w:pPr>
        <w:pStyle w:val="Punktygwne"/>
        <w:spacing w:before="0" w:after="0" w:line="360" w:lineRule="auto"/>
        <w:contextualSpacing/>
        <w:rPr>
          <w:rFonts w:ascii="Corbel" w:hAnsi="Corbel"/>
          <w:b w:val="0"/>
          <w:smallCaps w:val="0"/>
        </w:rPr>
      </w:pPr>
      <w:r w:rsidRPr="00CA170E">
        <w:rPr>
          <w:rFonts w:ascii="Corbel" w:hAnsi="Corbel"/>
          <w:b w:val="0"/>
          <w:smallCaps w:val="0"/>
        </w:rPr>
        <w:t>Konwersatorium: zaliczenie ustne</w:t>
      </w:r>
    </w:p>
    <w:p w:rsidR="00CA170E" w:rsidRPr="00CA170E" w:rsidRDefault="00CA170E" w:rsidP="00CA170E">
      <w:pPr>
        <w:pStyle w:val="Punktygwne"/>
        <w:spacing w:before="0" w:after="0" w:line="360" w:lineRule="auto"/>
        <w:contextualSpacing/>
        <w:rPr>
          <w:rFonts w:ascii="Corbel" w:hAnsi="Corbel"/>
          <w:b w:val="0"/>
          <w:smallCaps w:val="0"/>
        </w:rPr>
      </w:pPr>
      <w:r w:rsidRPr="00CA170E">
        <w:rPr>
          <w:rFonts w:ascii="Corbel" w:hAnsi="Corbel"/>
          <w:b w:val="0"/>
          <w:smallCaps w:val="0"/>
        </w:rPr>
        <w:t>Warsztaty: zaliczenie ustne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B59AE" w:rsidRPr="009C54AE" w:rsidRDefault="009B59A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B59AE" w:rsidRDefault="00CA170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CA170E">
              <w:rPr>
                <w:rFonts w:ascii="Corbel" w:hAnsi="Corbel"/>
                <w:b w:val="0"/>
                <w:smallCaps w:val="0"/>
              </w:rPr>
              <w:t>Zaliczenie przedmiotów: Gatunki dziennikarskie i Polski system medialny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A170E" w:rsidRPr="009C54AE" w:rsidTr="00B03FA6">
        <w:tc>
          <w:tcPr>
            <w:tcW w:w="845" w:type="dxa"/>
            <w:vAlign w:val="center"/>
          </w:tcPr>
          <w:p w:rsidR="00CA170E" w:rsidRPr="00F7644A" w:rsidRDefault="00CA170E" w:rsidP="00CA17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F7644A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CA170E" w:rsidRPr="00F7644A" w:rsidRDefault="00CA170E" w:rsidP="00CA17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F7644A">
              <w:rPr>
                <w:rFonts w:ascii="Corbel" w:hAnsi="Corbel"/>
                <w:b w:val="0"/>
                <w:i/>
                <w:szCs w:val="22"/>
              </w:rPr>
              <w:t>Zapoznanie studentów ze sposobem definiowania nowych mediów</w:t>
            </w:r>
          </w:p>
        </w:tc>
      </w:tr>
      <w:tr w:rsidR="00CA170E" w:rsidRPr="009C54AE" w:rsidTr="00B03FA6">
        <w:tc>
          <w:tcPr>
            <w:tcW w:w="845" w:type="dxa"/>
            <w:vAlign w:val="center"/>
          </w:tcPr>
          <w:p w:rsidR="00CA170E" w:rsidRPr="00F7644A" w:rsidRDefault="00CA170E" w:rsidP="00CA170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F7644A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675" w:type="dxa"/>
            <w:vAlign w:val="center"/>
          </w:tcPr>
          <w:p w:rsidR="00CA170E" w:rsidRPr="00F7644A" w:rsidRDefault="00CA170E" w:rsidP="00CA17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F7644A">
              <w:rPr>
                <w:rFonts w:ascii="Corbel" w:hAnsi="Corbel"/>
                <w:b w:val="0"/>
                <w:i/>
                <w:szCs w:val="22"/>
              </w:rPr>
              <w:t xml:space="preserve">Zapoznanie studentów z możliwością praktycznego wykorzystania nowoczesnych technologii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BC25B5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170E" w:rsidRPr="009C54AE" w:rsidTr="00AD2143">
        <w:tc>
          <w:tcPr>
            <w:tcW w:w="1681" w:type="dxa"/>
          </w:tcPr>
          <w:p w:rsidR="00CA170E" w:rsidRPr="00CA170E" w:rsidRDefault="00CA170E" w:rsidP="00CA17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A170E">
              <w:rPr>
                <w:rFonts w:ascii="Corbel" w:hAnsi="Corbel"/>
                <w:b w:val="0"/>
                <w:smallCaps w:val="0"/>
              </w:rPr>
              <w:t>EK</w:t>
            </w:r>
            <w:r w:rsidRPr="00CA170E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:rsidR="00CA170E" w:rsidRPr="00CA170E" w:rsidRDefault="00CA170E" w:rsidP="00CA170E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</w:rPr>
            </w:pPr>
            <w:r w:rsidRPr="00CA170E">
              <w:rPr>
                <w:rFonts w:ascii="Corbel" w:hAnsi="Corbel"/>
                <w:sz w:val="24"/>
              </w:rPr>
              <w:t>Potrafi wyjaśnić rolę mediów we współczesnym świecie oraz przedstawić ewolucję na przestrzeni XX i XXI wieku</w:t>
            </w:r>
          </w:p>
        </w:tc>
        <w:tc>
          <w:tcPr>
            <w:tcW w:w="1865" w:type="dxa"/>
          </w:tcPr>
          <w:p w:rsidR="00CA170E" w:rsidRPr="00CA170E" w:rsidRDefault="00CA170E" w:rsidP="00CA17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A170E">
              <w:rPr>
                <w:rFonts w:ascii="Corbel" w:hAnsi="Corbel"/>
                <w:b w:val="0"/>
                <w:smallCaps w:val="0"/>
              </w:rPr>
              <w:t>K_W03</w:t>
            </w:r>
          </w:p>
        </w:tc>
      </w:tr>
      <w:tr w:rsidR="00CA170E" w:rsidRPr="009C54AE" w:rsidTr="00AD2143">
        <w:tc>
          <w:tcPr>
            <w:tcW w:w="1681" w:type="dxa"/>
          </w:tcPr>
          <w:p w:rsidR="00CA170E" w:rsidRPr="00CA170E" w:rsidRDefault="00CA170E" w:rsidP="00CA17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A170E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:rsidR="00CA170E" w:rsidRPr="00CA170E" w:rsidRDefault="00CA170E" w:rsidP="00CA170E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</w:rPr>
            </w:pPr>
            <w:r w:rsidRPr="00CA170E">
              <w:rPr>
                <w:rFonts w:ascii="Corbel" w:hAnsi="Corbel"/>
                <w:sz w:val="24"/>
              </w:rPr>
              <w:t>Potrafi przedstawić rolę człowieka w przestrzeni medialnej</w:t>
            </w:r>
          </w:p>
        </w:tc>
        <w:tc>
          <w:tcPr>
            <w:tcW w:w="1865" w:type="dxa"/>
          </w:tcPr>
          <w:p w:rsidR="00CA170E" w:rsidRPr="00CA170E" w:rsidRDefault="00CA170E" w:rsidP="00CA17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A170E">
              <w:rPr>
                <w:rFonts w:ascii="Corbel" w:hAnsi="Corbel"/>
                <w:b w:val="0"/>
                <w:smallCaps w:val="0"/>
              </w:rPr>
              <w:t>K_W09</w:t>
            </w:r>
          </w:p>
        </w:tc>
      </w:tr>
      <w:tr w:rsidR="00CA170E" w:rsidRPr="009C54AE" w:rsidTr="00AD2143">
        <w:tc>
          <w:tcPr>
            <w:tcW w:w="1681" w:type="dxa"/>
          </w:tcPr>
          <w:p w:rsidR="00CA170E" w:rsidRPr="00CA170E" w:rsidRDefault="00CA170E" w:rsidP="00CA17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A170E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:rsidR="00CA170E" w:rsidRPr="00CA170E" w:rsidRDefault="00CA170E" w:rsidP="00CA170E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</w:rPr>
            </w:pPr>
            <w:r w:rsidRPr="00CA170E">
              <w:rPr>
                <w:rFonts w:ascii="Corbel" w:hAnsi="Corbel"/>
                <w:sz w:val="24"/>
              </w:rPr>
              <w:t xml:space="preserve">Potrafi poruszać się w obszarze nowych mediów oraz wykorzystywać nowoczesne technologie do tworzenia nowych form medialnych i </w:t>
            </w:r>
            <w:proofErr w:type="spellStart"/>
            <w:r w:rsidRPr="00CA170E">
              <w:rPr>
                <w:rFonts w:ascii="Corbel" w:hAnsi="Corbel"/>
                <w:sz w:val="24"/>
              </w:rPr>
              <w:t>okołomedialnych</w:t>
            </w:r>
            <w:proofErr w:type="spellEnd"/>
            <w:r w:rsidRPr="00CA170E">
              <w:rPr>
                <w:rFonts w:ascii="Corbel" w:hAnsi="Corbel"/>
                <w:sz w:val="24"/>
              </w:rPr>
              <w:t xml:space="preserve"> </w:t>
            </w:r>
          </w:p>
        </w:tc>
        <w:tc>
          <w:tcPr>
            <w:tcW w:w="1865" w:type="dxa"/>
          </w:tcPr>
          <w:p w:rsidR="00CA170E" w:rsidRPr="00CA170E" w:rsidRDefault="00CA170E" w:rsidP="00CA17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A170E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CA170E" w:rsidRPr="009C54AE" w:rsidTr="00AD2143">
        <w:tc>
          <w:tcPr>
            <w:tcW w:w="1681" w:type="dxa"/>
          </w:tcPr>
          <w:p w:rsidR="00CA170E" w:rsidRPr="00CA170E" w:rsidRDefault="00CA170E" w:rsidP="00CA17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A170E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:rsidR="00CA170E" w:rsidRPr="00CA170E" w:rsidRDefault="00CA170E" w:rsidP="00CA170E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</w:rPr>
            </w:pPr>
            <w:r w:rsidRPr="00CA170E">
              <w:rPr>
                <w:rFonts w:ascii="Corbel" w:hAnsi="Corbel"/>
                <w:sz w:val="24"/>
              </w:rPr>
              <w:t>Potrafi przedstawić wady i zalety dotyczące wykorzystania nowych mediów</w:t>
            </w:r>
          </w:p>
        </w:tc>
        <w:tc>
          <w:tcPr>
            <w:tcW w:w="1865" w:type="dxa"/>
          </w:tcPr>
          <w:p w:rsidR="00CA170E" w:rsidRPr="00CA170E" w:rsidRDefault="00DB75CD" w:rsidP="00CA17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K_U04, K_K03</w:t>
            </w:r>
          </w:p>
        </w:tc>
      </w:tr>
      <w:tr w:rsidR="00CA170E" w:rsidRPr="009C54AE" w:rsidTr="00AD2143">
        <w:tc>
          <w:tcPr>
            <w:tcW w:w="1681" w:type="dxa"/>
          </w:tcPr>
          <w:p w:rsidR="00CA170E" w:rsidRPr="00CA170E" w:rsidRDefault="00CA170E" w:rsidP="00CA17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CA170E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4" w:type="dxa"/>
          </w:tcPr>
          <w:p w:rsidR="00CA170E" w:rsidRPr="00E369C8" w:rsidRDefault="00E369C8" w:rsidP="00E369C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0"/>
                <w:lang w:eastAsia="pl-PL"/>
              </w:rPr>
            </w:pPr>
            <w:r w:rsidRPr="00E369C8">
              <w:rPr>
                <w:rFonts w:ascii="Corbel" w:hAnsi="Corbel"/>
                <w:color w:val="000000"/>
                <w:sz w:val="24"/>
                <w:szCs w:val="20"/>
              </w:rPr>
              <w:t>Potrafi wyjaśniać rolę struktur społecznych, ekonomicznych i kulturowych we współczesnym państwie i świecie</w:t>
            </w:r>
          </w:p>
        </w:tc>
        <w:tc>
          <w:tcPr>
            <w:tcW w:w="1865" w:type="dxa"/>
          </w:tcPr>
          <w:p w:rsidR="00CA170E" w:rsidRPr="00CA170E" w:rsidRDefault="00DB75CD" w:rsidP="00E369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CA170E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03FA6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A170E" w:rsidRPr="009C54AE" w:rsidTr="00B03FA6">
        <w:tc>
          <w:tcPr>
            <w:tcW w:w="9520" w:type="dxa"/>
          </w:tcPr>
          <w:p w:rsidR="00CA170E" w:rsidRPr="00CA170E" w:rsidRDefault="00CA170E" w:rsidP="00CA17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18"/>
              </w:rPr>
            </w:pPr>
            <w:r w:rsidRPr="00CA170E">
              <w:rPr>
                <w:rFonts w:ascii="Corbel" w:hAnsi="Corbel"/>
                <w:sz w:val="24"/>
                <w:szCs w:val="18"/>
              </w:rPr>
              <w:t>Definiowanie i cechy nowych mediów</w:t>
            </w:r>
          </w:p>
        </w:tc>
      </w:tr>
      <w:tr w:rsidR="00CA170E" w:rsidRPr="009C54AE" w:rsidTr="00B03FA6">
        <w:tc>
          <w:tcPr>
            <w:tcW w:w="9520" w:type="dxa"/>
          </w:tcPr>
          <w:p w:rsidR="00CA170E" w:rsidRPr="00CA170E" w:rsidRDefault="00CA170E" w:rsidP="00CA17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18"/>
              </w:rPr>
            </w:pPr>
            <w:r w:rsidRPr="00CA170E">
              <w:rPr>
                <w:rFonts w:ascii="Corbel" w:hAnsi="Corbel"/>
                <w:sz w:val="24"/>
                <w:szCs w:val="18"/>
              </w:rPr>
              <w:t>Kultura cyfrowa i rozwój społeczeństwa informacyjnego</w:t>
            </w:r>
          </w:p>
        </w:tc>
      </w:tr>
      <w:tr w:rsidR="00CA170E" w:rsidRPr="009C54AE" w:rsidTr="00B03FA6">
        <w:tc>
          <w:tcPr>
            <w:tcW w:w="9520" w:type="dxa"/>
          </w:tcPr>
          <w:p w:rsidR="00CA170E" w:rsidRPr="00CA170E" w:rsidRDefault="00CA170E" w:rsidP="00CA17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18"/>
              </w:rPr>
            </w:pPr>
            <w:r w:rsidRPr="00CA170E">
              <w:rPr>
                <w:rFonts w:ascii="Corbel" w:hAnsi="Corbel"/>
                <w:sz w:val="24"/>
                <w:szCs w:val="18"/>
              </w:rPr>
              <w:t>Sposoby wykorzystywania nowych mediów: rozrywka czy narzędzie pracy</w:t>
            </w:r>
          </w:p>
        </w:tc>
      </w:tr>
      <w:tr w:rsidR="00CA170E" w:rsidRPr="009C54AE" w:rsidTr="00B03FA6">
        <w:tc>
          <w:tcPr>
            <w:tcW w:w="9520" w:type="dxa"/>
          </w:tcPr>
          <w:p w:rsidR="00CA170E" w:rsidRPr="00CA170E" w:rsidRDefault="00CA170E" w:rsidP="00CA17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18"/>
              </w:rPr>
            </w:pPr>
            <w:r w:rsidRPr="00CA170E">
              <w:rPr>
                <w:rFonts w:ascii="Corbel" w:hAnsi="Corbel"/>
                <w:sz w:val="24"/>
                <w:szCs w:val="18"/>
              </w:rPr>
              <w:t>Media zmiany - media tradycyjne wobec nowych mediów</w:t>
            </w:r>
          </w:p>
        </w:tc>
      </w:tr>
      <w:tr w:rsidR="00CA170E" w:rsidRPr="009C54AE" w:rsidTr="00B03FA6">
        <w:tc>
          <w:tcPr>
            <w:tcW w:w="9520" w:type="dxa"/>
          </w:tcPr>
          <w:p w:rsidR="00CA170E" w:rsidRPr="00CA170E" w:rsidRDefault="00CA170E" w:rsidP="00CA17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18"/>
              </w:rPr>
            </w:pPr>
            <w:r w:rsidRPr="00CA170E">
              <w:rPr>
                <w:rFonts w:ascii="Corbel" w:hAnsi="Corbel"/>
                <w:sz w:val="24"/>
                <w:szCs w:val="18"/>
              </w:rPr>
              <w:t>Wojna światów (świat cyfrowy i analogowy, słowo versus obraz) w dobie XXI wieku</w:t>
            </w:r>
          </w:p>
        </w:tc>
      </w:tr>
      <w:tr w:rsidR="00CA170E" w:rsidRPr="009C54AE" w:rsidTr="00B03FA6">
        <w:tc>
          <w:tcPr>
            <w:tcW w:w="9520" w:type="dxa"/>
          </w:tcPr>
          <w:p w:rsidR="00CA170E" w:rsidRPr="00CA170E" w:rsidRDefault="00CA170E" w:rsidP="00CA17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18"/>
              </w:rPr>
            </w:pPr>
            <w:r w:rsidRPr="00CA170E">
              <w:rPr>
                <w:rFonts w:ascii="Corbel" w:hAnsi="Corbel"/>
                <w:sz w:val="24"/>
                <w:szCs w:val="18"/>
              </w:rPr>
              <w:t>Społeczeństwo sieci</w:t>
            </w:r>
          </w:p>
        </w:tc>
      </w:tr>
      <w:tr w:rsidR="00CA170E" w:rsidRPr="009C54AE" w:rsidTr="00B03FA6">
        <w:tc>
          <w:tcPr>
            <w:tcW w:w="9520" w:type="dxa"/>
          </w:tcPr>
          <w:p w:rsidR="00CA170E" w:rsidRPr="00CA170E" w:rsidRDefault="00CA170E" w:rsidP="00CA17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18"/>
              </w:rPr>
            </w:pPr>
            <w:r w:rsidRPr="00CA170E">
              <w:rPr>
                <w:rFonts w:ascii="Corbel" w:hAnsi="Corbel"/>
                <w:sz w:val="24"/>
                <w:szCs w:val="18"/>
              </w:rPr>
              <w:lastRenderedPageBreak/>
              <w:t>Telewizja i radio w internetowej postaci</w:t>
            </w:r>
          </w:p>
        </w:tc>
      </w:tr>
      <w:tr w:rsidR="00CA170E" w:rsidRPr="009C54AE" w:rsidTr="00B03FA6">
        <w:tc>
          <w:tcPr>
            <w:tcW w:w="9520" w:type="dxa"/>
          </w:tcPr>
          <w:p w:rsidR="00CA170E" w:rsidRPr="00CA170E" w:rsidRDefault="00CA170E" w:rsidP="00CA17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18"/>
              </w:rPr>
            </w:pPr>
            <w:r w:rsidRPr="00CA170E">
              <w:rPr>
                <w:rFonts w:ascii="Corbel" w:hAnsi="Corbel"/>
                <w:sz w:val="24"/>
                <w:szCs w:val="18"/>
              </w:rPr>
              <w:t>Dziennikarstwo obywatelskie</w:t>
            </w:r>
          </w:p>
        </w:tc>
      </w:tr>
      <w:tr w:rsidR="00CA170E" w:rsidRPr="009C54AE" w:rsidTr="00B03FA6">
        <w:tc>
          <w:tcPr>
            <w:tcW w:w="9520" w:type="dxa"/>
          </w:tcPr>
          <w:p w:rsidR="00CA170E" w:rsidRPr="00CA170E" w:rsidRDefault="00CA170E" w:rsidP="00CA17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18"/>
              </w:rPr>
            </w:pPr>
            <w:r w:rsidRPr="00CA170E">
              <w:rPr>
                <w:rFonts w:ascii="Corbel" w:hAnsi="Corbel"/>
                <w:sz w:val="24"/>
                <w:szCs w:val="18"/>
              </w:rPr>
              <w:t xml:space="preserve">Przekształcenia relacji międzyludzkich </w:t>
            </w:r>
          </w:p>
        </w:tc>
      </w:tr>
      <w:tr w:rsidR="00CA170E" w:rsidRPr="009C54AE" w:rsidTr="00B03FA6">
        <w:tc>
          <w:tcPr>
            <w:tcW w:w="9520" w:type="dxa"/>
          </w:tcPr>
          <w:p w:rsidR="00CA170E" w:rsidRPr="00CA170E" w:rsidRDefault="00CA170E" w:rsidP="00CA17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18"/>
              </w:rPr>
            </w:pPr>
            <w:r w:rsidRPr="00CA170E">
              <w:rPr>
                <w:rFonts w:ascii="Corbel" w:hAnsi="Corbel"/>
                <w:sz w:val="24"/>
                <w:szCs w:val="18"/>
              </w:rPr>
              <w:t>Cyfrowe wykluczenie</w:t>
            </w:r>
          </w:p>
        </w:tc>
      </w:tr>
      <w:tr w:rsidR="00CA170E" w:rsidRPr="009C54AE" w:rsidTr="00CA170E">
        <w:trPr>
          <w:trHeight w:val="70"/>
        </w:trPr>
        <w:tc>
          <w:tcPr>
            <w:tcW w:w="9520" w:type="dxa"/>
          </w:tcPr>
          <w:p w:rsidR="00CA170E" w:rsidRPr="00CA170E" w:rsidRDefault="00CA170E" w:rsidP="00CA17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18"/>
              </w:rPr>
            </w:pPr>
            <w:r w:rsidRPr="00CA170E">
              <w:rPr>
                <w:rFonts w:ascii="Corbel" w:hAnsi="Corbel"/>
                <w:sz w:val="24"/>
                <w:szCs w:val="18"/>
              </w:rPr>
              <w:t>Piractwo internetowe a własność intelektualna</w:t>
            </w:r>
          </w:p>
        </w:tc>
      </w:tr>
      <w:tr w:rsidR="00CA170E" w:rsidRPr="009C54AE" w:rsidTr="00B03FA6">
        <w:tc>
          <w:tcPr>
            <w:tcW w:w="9520" w:type="dxa"/>
          </w:tcPr>
          <w:p w:rsidR="00CA170E" w:rsidRPr="00CA170E" w:rsidRDefault="00CA170E" w:rsidP="00CA17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18"/>
              </w:rPr>
            </w:pPr>
            <w:r w:rsidRPr="00CA170E">
              <w:rPr>
                <w:rFonts w:ascii="Corbel" w:hAnsi="Corbel"/>
                <w:sz w:val="24"/>
                <w:szCs w:val="18"/>
              </w:rPr>
              <w:t xml:space="preserve">Autokreacja </w:t>
            </w:r>
          </w:p>
        </w:tc>
      </w:tr>
      <w:tr w:rsidR="00CA170E" w:rsidRPr="009C54AE" w:rsidTr="00B03FA6">
        <w:tc>
          <w:tcPr>
            <w:tcW w:w="9520" w:type="dxa"/>
          </w:tcPr>
          <w:p w:rsidR="00CA170E" w:rsidRPr="00CA170E" w:rsidRDefault="00CA170E" w:rsidP="00CA17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18"/>
              </w:rPr>
            </w:pPr>
            <w:r w:rsidRPr="00CA170E">
              <w:rPr>
                <w:rFonts w:ascii="Corbel" w:hAnsi="Corbel"/>
                <w:sz w:val="24"/>
                <w:szCs w:val="18"/>
              </w:rPr>
              <w:t xml:space="preserve">Wikipedia jako społeczeństwo wiedzy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C25B5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A170E" w:rsidRPr="009C54AE" w:rsidTr="00BC25B5">
        <w:tc>
          <w:tcPr>
            <w:tcW w:w="9520" w:type="dxa"/>
          </w:tcPr>
          <w:p w:rsidR="00CA170E" w:rsidRPr="00CA170E" w:rsidRDefault="00CA170E" w:rsidP="00CA170E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CA170E">
              <w:rPr>
                <w:rFonts w:ascii="Corbel" w:hAnsi="Corbel"/>
                <w:sz w:val="24"/>
              </w:rPr>
              <w:t>Pisanie do mediów elektronicznych: * Identyfikowanie różnic w informacjach dziennikarskich dotyczących tego samego wydarzenia, jakie ukazały się w gazecie papierowej i w witrynie redakcji; *Samodzielne przekształcenie informacji z gazety papierowej, aby nadawała się  do publikacji w portalu.</w:t>
            </w:r>
          </w:p>
        </w:tc>
      </w:tr>
      <w:tr w:rsidR="00CA170E" w:rsidRPr="009C54AE" w:rsidTr="00BC25B5">
        <w:tc>
          <w:tcPr>
            <w:tcW w:w="9520" w:type="dxa"/>
          </w:tcPr>
          <w:p w:rsidR="00CA170E" w:rsidRPr="00CA170E" w:rsidRDefault="00CA170E" w:rsidP="00CA170E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CA170E">
              <w:rPr>
                <w:rFonts w:ascii="Corbel" w:hAnsi="Corbel"/>
                <w:sz w:val="24"/>
              </w:rPr>
              <w:t xml:space="preserve">Projektowanie stron internetowych: *Identyfikowanie cech wybranych stron; </w:t>
            </w:r>
            <w:r w:rsidRPr="00CA170E">
              <w:rPr>
                <w:rFonts w:ascii="Corbel" w:hAnsi="Corbel"/>
                <w:sz w:val="24"/>
              </w:rPr>
              <w:br/>
              <w:t>* Propozycja strony Instytutu, gazetki studenckiej, koła naukowego</w:t>
            </w:r>
          </w:p>
        </w:tc>
      </w:tr>
      <w:tr w:rsidR="00CA170E" w:rsidRPr="009C54AE" w:rsidTr="00BC25B5">
        <w:tc>
          <w:tcPr>
            <w:tcW w:w="9520" w:type="dxa"/>
          </w:tcPr>
          <w:p w:rsidR="00CA170E" w:rsidRPr="00CA170E" w:rsidRDefault="00CA170E" w:rsidP="00CA170E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CA170E">
              <w:rPr>
                <w:rFonts w:ascii="Corbel" w:hAnsi="Corbel"/>
                <w:sz w:val="24"/>
              </w:rPr>
              <w:t xml:space="preserve">Podcast: * Identyfikowanie cech wybranych podcastów; * Sporządzenie </w:t>
            </w:r>
            <w:proofErr w:type="spellStart"/>
            <w:r w:rsidRPr="00CA170E">
              <w:rPr>
                <w:rFonts w:ascii="Corbel" w:hAnsi="Corbel"/>
                <w:sz w:val="24"/>
              </w:rPr>
              <w:t>podcastu</w:t>
            </w:r>
            <w:proofErr w:type="spellEnd"/>
            <w:r w:rsidRPr="00CA170E">
              <w:rPr>
                <w:rFonts w:ascii="Corbel" w:hAnsi="Corbel"/>
                <w:sz w:val="24"/>
              </w:rPr>
              <w:t xml:space="preserve"> na temat wybranego wydarzenia.</w:t>
            </w:r>
          </w:p>
        </w:tc>
      </w:tr>
      <w:tr w:rsidR="00CA170E" w:rsidRPr="009C54AE" w:rsidTr="00BC25B5">
        <w:tc>
          <w:tcPr>
            <w:tcW w:w="9520" w:type="dxa"/>
          </w:tcPr>
          <w:p w:rsidR="00CA170E" w:rsidRPr="00CA170E" w:rsidRDefault="00CA170E" w:rsidP="00CA170E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CA170E">
              <w:rPr>
                <w:rFonts w:ascii="Corbel" w:hAnsi="Corbel"/>
                <w:sz w:val="24"/>
              </w:rPr>
              <w:t>Blog: * Identyfikowanie cech wybranych blogów; *Propozycja trzech kolejnych postów na nowym blogu</w:t>
            </w:r>
          </w:p>
        </w:tc>
      </w:tr>
      <w:tr w:rsidR="00CA170E" w:rsidRPr="009C54AE" w:rsidTr="00BC25B5">
        <w:tc>
          <w:tcPr>
            <w:tcW w:w="9520" w:type="dxa"/>
          </w:tcPr>
          <w:p w:rsidR="00CA170E" w:rsidRPr="00CA170E" w:rsidRDefault="00CA170E" w:rsidP="00CA170E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CA170E">
              <w:rPr>
                <w:rFonts w:ascii="Corbel" w:hAnsi="Corbel"/>
                <w:sz w:val="24"/>
              </w:rPr>
              <w:t xml:space="preserve">Raport big </w:t>
            </w:r>
            <w:proofErr w:type="spellStart"/>
            <w:r w:rsidRPr="00CA170E">
              <w:rPr>
                <w:rFonts w:ascii="Corbel" w:hAnsi="Corbel"/>
                <w:sz w:val="24"/>
              </w:rPr>
              <w:t>picture</w:t>
            </w:r>
            <w:proofErr w:type="spellEnd"/>
            <w:r w:rsidRPr="00CA170E">
              <w:rPr>
                <w:rFonts w:ascii="Corbel" w:hAnsi="Corbel"/>
                <w:sz w:val="24"/>
              </w:rPr>
              <w:t>: * Identyfikowanie cech wybranych raportów; * Sporządzenie raportu</w:t>
            </w:r>
          </w:p>
        </w:tc>
      </w:tr>
      <w:tr w:rsidR="00CA170E" w:rsidRPr="009C54AE" w:rsidTr="00BC25B5">
        <w:tc>
          <w:tcPr>
            <w:tcW w:w="9520" w:type="dxa"/>
          </w:tcPr>
          <w:p w:rsidR="00CA170E" w:rsidRPr="00CA170E" w:rsidRDefault="00CA170E" w:rsidP="00CA170E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CA170E">
              <w:rPr>
                <w:rFonts w:ascii="Corbel" w:hAnsi="Corbel"/>
                <w:sz w:val="24"/>
              </w:rPr>
              <w:t>Facebook: *Analiza wybranych stron na  Facebooku; *Propozycja trzech wpisów na stronie wybranej osoby lub firmy</w:t>
            </w:r>
          </w:p>
        </w:tc>
      </w:tr>
      <w:tr w:rsidR="00CA170E" w:rsidRPr="009C54AE" w:rsidTr="00BC25B5">
        <w:tc>
          <w:tcPr>
            <w:tcW w:w="9520" w:type="dxa"/>
          </w:tcPr>
          <w:p w:rsidR="00CA170E" w:rsidRPr="00CA170E" w:rsidRDefault="00CA170E" w:rsidP="00CA170E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18"/>
              </w:rPr>
            </w:pPr>
            <w:r w:rsidRPr="00CA170E">
              <w:rPr>
                <w:rFonts w:ascii="Corbel" w:hAnsi="Corbel"/>
                <w:sz w:val="24"/>
              </w:rPr>
              <w:t xml:space="preserve">Twitter: *Analiza wybranych </w:t>
            </w:r>
            <w:proofErr w:type="spellStart"/>
            <w:r w:rsidRPr="00CA170E">
              <w:rPr>
                <w:rFonts w:ascii="Corbel" w:hAnsi="Corbel"/>
                <w:sz w:val="24"/>
              </w:rPr>
              <w:t>twittów</w:t>
            </w:r>
            <w:proofErr w:type="spellEnd"/>
            <w:r w:rsidRPr="00CA170E">
              <w:rPr>
                <w:rFonts w:ascii="Corbel" w:hAnsi="Corbel"/>
                <w:sz w:val="24"/>
              </w:rPr>
              <w:t xml:space="preserve">; * Propozycja trzech kolejnych </w:t>
            </w:r>
            <w:proofErr w:type="spellStart"/>
            <w:r w:rsidRPr="00CA170E">
              <w:rPr>
                <w:rFonts w:ascii="Corbel" w:hAnsi="Corbel"/>
                <w:sz w:val="24"/>
              </w:rPr>
              <w:t>twittów</w:t>
            </w:r>
            <w:proofErr w:type="spellEnd"/>
            <w:r w:rsidRPr="00CA170E">
              <w:rPr>
                <w:rFonts w:ascii="Corbel" w:hAnsi="Corbel"/>
                <w:sz w:val="24"/>
              </w:rPr>
              <w:t xml:space="preserve"> na wybrany temat</w:t>
            </w:r>
          </w:p>
        </w:tc>
      </w:tr>
      <w:tr w:rsidR="00CA170E" w:rsidRPr="009C54AE" w:rsidTr="00BC25B5">
        <w:tc>
          <w:tcPr>
            <w:tcW w:w="9520" w:type="dxa"/>
          </w:tcPr>
          <w:p w:rsidR="00CA170E" w:rsidRPr="00CA170E" w:rsidRDefault="00CA170E" w:rsidP="00CA170E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CA170E">
              <w:rPr>
                <w:rFonts w:ascii="Corbel" w:hAnsi="Corbel"/>
                <w:sz w:val="24"/>
              </w:rPr>
              <w:t xml:space="preserve">Newsletter: *Identyfikowanie cech wybranego </w:t>
            </w:r>
            <w:proofErr w:type="spellStart"/>
            <w:r w:rsidRPr="00CA170E">
              <w:rPr>
                <w:rFonts w:ascii="Corbel" w:hAnsi="Corbel"/>
                <w:sz w:val="24"/>
              </w:rPr>
              <w:t>newslettera</w:t>
            </w:r>
            <w:proofErr w:type="spellEnd"/>
            <w:r w:rsidRPr="00CA170E">
              <w:rPr>
                <w:rFonts w:ascii="Corbel" w:hAnsi="Corbel"/>
                <w:sz w:val="24"/>
              </w:rPr>
              <w:t xml:space="preserve">; * Propozycja trzech kolejnych wpisów </w:t>
            </w:r>
            <w:proofErr w:type="spellStart"/>
            <w:r w:rsidRPr="00CA170E">
              <w:rPr>
                <w:rFonts w:ascii="Corbel" w:hAnsi="Corbel"/>
                <w:sz w:val="24"/>
              </w:rPr>
              <w:t>newslettera</w:t>
            </w:r>
            <w:proofErr w:type="spellEnd"/>
            <w:r w:rsidRPr="00CA170E">
              <w:rPr>
                <w:rFonts w:ascii="Corbel" w:hAnsi="Corbel"/>
                <w:sz w:val="24"/>
              </w:rPr>
              <w:t xml:space="preserve"> na wybrany temat lub wybranej firmy.</w:t>
            </w:r>
          </w:p>
        </w:tc>
      </w:tr>
    </w:tbl>
    <w:p w:rsidR="00CA170E" w:rsidRDefault="00CA170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A170E" w:rsidRPr="00F7644A" w:rsidRDefault="00CA170E" w:rsidP="00CA170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7644A">
        <w:rPr>
          <w:rFonts w:ascii="Corbel" w:hAnsi="Corbel"/>
          <w:b w:val="0"/>
          <w:smallCaps w:val="0"/>
          <w:sz w:val="22"/>
        </w:rPr>
        <w:t>Konwersatorium: analiza tekstów źródłowych, dyskusja, prezentacje multimedialne, projekcje filmów i zdjęć, rozwiązywanie zadań w grupach.</w:t>
      </w:r>
    </w:p>
    <w:p w:rsidR="00CA170E" w:rsidRPr="00F7644A" w:rsidRDefault="00CA170E" w:rsidP="00CA170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CA170E" w:rsidRPr="00F7644A" w:rsidRDefault="00CA170E" w:rsidP="00CA170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7644A">
        <w:rPr>
          <w:rFonts w:ascii="Corbel" w:hAnsi="Corbel"/>
          <w:b w:val="0"/>
          <w:smallCaps w:val="0"/>
          <w:sz w:val="22"/>
        </w:rPr>
        <w:t>Warsztaty: praca w grupie, wykonywanie ćwiczeń przy komputerze.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9F1693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F1693" w:rsidRPr="009C54AE" w:rsidTr="00B03FA6">
        <w:trPr>
          <w:trHeight w:val="573"/>
        </w:trPr>
        <w:tc>
          <w:tcPr>
            <w:tcW w:w="1962" w:type="dxa"/>
          </w:tcPr>
          <w:p w:rsidR="009F1693" w:rsidRPr="009F1693" w:rsidRDefault="009F1693" w:rsidP="009F16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1693">
              <w:rPr>
                <w:rFonts w:ascii="Corbel" w:hAnsi="Corbel"/>
                <w:b w:val="0"/>
              </w:rPr>
              <w:lastRenderedPageBreak/>
              <w:t>EK_ 01</w:t>
            </w:r>
          </w:p>
        </w:tc>
        <w:tc>
          <w:tcPr>
            <w:tcW w:w="5441" w:type="dxa"/>
          </w:tcPr>
          <w:p w:rsidR="009F1693" w:rsidRPr="009F1693" w:rsidRDefault="009F1693" w:rsidP="000321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Ocena cząstkowa </w:t>
            </w:r>
            <w:r w:rsidRPr="009F1693">
              <w:rPr>
                <w:rFonts w:ascii="Corbel" w:hAnsi="Corbel"/>
                <w:b w:val="0"/>
                <w:smallCaps w:val="0"/>
                <w:color w:val="000000"/>
              </w:rPr>
              <w:t>studenta podczas zajęć, zaliczenie ustne</w:t>
            </w:r>
          </w:p>
        </w:tc>
        <w:tc>
          <w:tcPr>
            <w:tcW w:w="2117" w:type="dxa"/>
          </w:tcPr>
          <w:p w:rsidR="009F1693" w:rsidRPr="00B03FA6" w:rsidRDefault="00CA170E" w:rsidP="00CA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Konwersatorium, warsztaty</w:t>
            </w:r>
          </w:p>
        </w:tc>
      </w:tr>
      <w:tr w:rsidR="009F1693" w:rsidRPr="009C54AE" w:rsidTr="009F1693">
        <w:tc>
          <w:tcPr>
            <w:tcW w:w="1962" w:type="dxa"/>
          </w:tcPr>
          <w:p w:rsidR="009F1693" w:rsidRPr="009F1693" w:rsidRDefault="009F1693" w:rsidP="009F16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1693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441" w:type="dxa"/>
          </w:tcPr>
          <w:p w:rsidR="009F1693" w:rsidRPr="009F1693" w:rsidRDefault="009F1693" w:rsidP="000321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Ocena cząstkowa </w:t>
            </w:r>
            <w:r w:rsidRPr="009F1693">
              <w:rPr>
                <w:rFonts w:ascii="Corbel" w:hAnsi="Corbel"/>
                <w:b w:val="0"/>
                <w:smallCaps w:val="0"/>
                <w:color w:val="000000"/>
              </w:rPr>
              <w:t>studenta podczas zajęć, zaliczenie ustne</w:t>
            </w:r>
          </w:p>
        </w:tc>
        <w:tc>
          <w:tcPr>
            <w:tcW w:w="2117" w:type="dxa"/>
          </w:tcPr>
          <w:p w:rsidR="009F1693" w:rsidRPr="009F1693" w:rsidRDefault="00CA170E" w:rsidP="009F16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Konwersatorium, warsztaty</w:t>
            </w:r>
          </w:p>
        </w:tc>
      </w:tr>
      <w:tr w:rsidR="00B03FA6" w:rsidRPr="009C54AE" w:rsidTr="009F1693">
        <w:tc>
          <w:tcPr>
            <w:tcW w:w="1962" w:type="dxa"/>
          </w:tcPr>
          <w:p w:rsidR="00B03FA6" w:rsidRPr="009F1693" w:rsidRDefault="00B03FA6" w:rsidP="00B03F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1693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1" w:type="dxa"/>
          </w:tcPr>
          <w:p w:rsidR="00B03FA6" w:rsidRPr="009F1693" w:rsidRDefault="00B03FA6" w:rsidP="000321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Ocena cząstkowa </w:t>
            </w:r>
            <w:r w:rsidRPr="009F1693">
              <w:rPr>
                <w:rFonts w:ascii="Corbel" w:hAnsi="Corbel"/>
                <w:b w:val="0"/>
                <w:smallCaps w:val="0"/>
                <w:color w:val="000000"/>
              </w:rPr>
              <w:t>studenta podczas zajęć, zaliczenie ustne</w:t>
            </w:r>
          </w:p>
        </w:tc>
        <w:tc>
          <w:tcPr>
            <w:tcW w:w="2117" w:type="dxa"/>
          </w:tcPr>
          <w:p w:rsidR="00B03FA6" w:rsidRDefault="00CA170E" w:rsidP="00B03FA6">
            <w:pPr>
              <w:jc w:val="center"/>
            </w:pPr>
            <w:r>
              <w:rPr>
                <w:sz w:val="24"/>
              </w:rPr>
              <w:t>Konwersatorium, warsztaty</w:t>
            </w:r>
          </w:p>
        </w:tc>
      </w:tr>
      <w:tr w:rsidR="00B03FA6" w:rsidRPr="009C54AE" w:rsidTr="009F1693">
        <w:tc>
          <w:tcPr>
            <w:tcW w:w="1962" w:type="dxa"/>
          </w:tcPr>
          <w:p w:rsidR="00B03FA6" w:rsidRPr="009F1693" w:rsidRDefault="00B03FA6" w:rsidP="00B03F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1693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:rsidR="00B03FA6" w:rsidRPr="009F1693" w:rsidRDefault="00B03FA6" w:rsidP="000321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Ocena cząstkowa </w:t>
            </w:r>
            <w:r w:rsidRPr="009F1693">
              <w:rPr>
                <w:rFonts w:ascii="Corbel" w:hAnsi="Corbel"/>
                <w:b w:val="0"/>
                <w:smallCaps w:val="0"/>
                <w:color w:val="000000"/>
              </w:rPr>
              <w:t>studenta podczas zajęć, zaliczenie ustne</w:t>
            </w:r>
          </w:p>
        </w:tc>
        <w:tc>
          <w:tcPr>
            <w:tcW w:w="2117" w:type="dxa"/>
          </w:tcPr>
          <w:p w:rsidR="00B03FA6" w:rsidRDefault="00CA170E" w:rsidP="00B03FA6">
            <w:pPr>
              <w:jc w:val="center"/>
            </w:pPr>
            <w:r>
              <w:rPr>
                <w:sz w:val="24"/>
              </w:rPr>
              <w:t>Konwersatorium, warsztaty</w:t>
            </w:r>
          </w:p>
        </w:tc>
      </w:tr>
      <w:tr w:rsidR="00B03FA6" w:rsidRPr="009C54AE" w:rsidTr="009F1693">
        <w:tc>
          <w:tcPr>
            <w:tcW w:w="1962" w:type="dxa"/>
          </w:tcPr>
          <w:p w:rsidR="00B03FA6" w:rsidRPr="009F1693" w:rsidRDefault="00B03FA6" w:rsidP="00B03F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1693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441" w:type="dxa"/>
          </w:tcPr>
          <w:p w:rsidR="00B03FA6" w:rsidRPr="009F1693" w:rsidRDefault="00B03FA6" w:rsidP="000321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Ocena cząstkowa </w:t>
            </w:r>
            <w:r w:rsidRPr="009F1693">
              <w:rPr>
                <w:rFonts w:ascii="Corbel" w:hAnsi="Corbel"/>
                <w:b w:val="0"/>
                <w:smallCaps w:val="0"/>
                <w:color w:val="000000"/>
              </w:rPr>
              <w:t>studenta podczas zajęć, zaliczenie ustne</w:t>
            </w:r>
          </w:p>
        </w:tc>
        <w:tc>
          <w:tcPr>
            <w:tcW w:w="2117" w:type="dxa"/>
          </w:tcPr>
          <w:p w:rsidR="00B03FA6" w:rsidRDefault="00CA170E" w:rsidP="00B03FA6">
            <w:pPr>
              <w:jc w:val="center"/>
            </w:pPr>
            <w:r>
              <w:rPr>
                <w:sz w:val="24"/>
              </w:rPr>
              <w:t>Konwersatorium, warsztaty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CA170E" w:rsidRPr="00F7644A" w:rsidRDefault="00CA170E" w:rsidP="00CA1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7644A">
              <w:rPr>
                <w:rFonts w:ascii="Corbel" w:hAnsi="Corbel"/>
                <w:b w:val="0"/>
                <w:smallCaps w:val="0"/>
                <w:sz w:val="22"/>
              </w:rPr>
              <w:t>Konwersatorium:</w:t>
            </w:r>
          </w:p>
          <w:p w:rsidR="00CA170E" w:rsidRPr="00F7644A" w:rsidRDefault="00CA170E" w:rsidP="00CA1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7644A">
              <w:rPr>
                <w:rFonts w:ascii="Corbel" w:hAnsi="Corbel"/>
                <w:b w:val="0"/>
                <w:smallCaps w:val="0"/>
                <w:sz w:val="22"/>
              </w:rPr>
              <w:t xml:space="preserve">Na ocenę z konwersatorium składać się będą: ocena cząstkowa z obecności na zajęciach, ocena cząstkowa z aktywności studenta na zajęciach; ocena cząstkowa z prezentacji przygotowanych na zajęcia i ocena uzyskana z zaliczenia ustnego. </w:t>
            </w:r>
          </w:p>
          <w:p w:rsidR="00CA170E" w:rsidRPr="00F7644A" w:rsidRDefault="00CA170E" w:rsidP="00CA1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CA170E" w:rsidRPr="00F7644A" w:rsidRDefault="00CA170E" w:rsidP="00CA1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7644A">
              <w:rPr>
                <w:rFonts w:ascii="Corbel" w:hAnsi="Corbel"/>
                <w:b w:val="0"/>
                <w:smallCaps w:val="0"/>
                <w:sz w:val="22"/>
              </w:rPr>
              <w:t>Warsztaty:</w:t>
            </w:r>
          </w:p>
          <w:p w:rsidR="00CA170E" w:rsidRPr="00F7644A" w:rsidRDefault="00CA170E" w:rsidP="00CA1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7644A">
              <w:rPr>
                <w:rFonts w:ascii="Corbel" w:hAnsi="Corbel"/>
                <w:b w:val="0"/>
                <w:smallCaps w:val="0"/>
                <w:sz w:val="22"/>
              </w:rPr>
              <w:t xml:space="preserve">Na ocenę z warsztatów składać się będą: ocena cząstkowa z obecności na zajęciach, ocena cząstkowa z aktywności studenta na zajęciach; ocena cząstkowa z pracy przy komputerze i ocena uzyskana z zaliczenia ustnego. 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DB75CD" w:rsidP="009F1693">
            <w:pPr>
              <w:pStyle w:val="Akapitzlist"/>
              <w:tabs>
                <w:tab w:val="left" w:pos="3045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F1693" w:rsidP="009F16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DB75CD" w:rsidP="009F16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B75CD" w:rsidP="009F16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8D26F6">
        <w:trPr>
          <w:trHeight w:val="388"/>
        </w:trPr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B776A" w:rsidP="009F16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B59A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F16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F16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C6D46" w:rsidRPr="00F7644A" w:rsidTr="00D90BEE">
        <w:trPr>
          <w:trHeight w:val="397"/>
        </w:trPr>
        <w:tc>
          <w:tcPr>
            <w:tcW w:w="7513" w:type="dxa"/>
          </w:tcPr>
          <w:p w:rsidR="009C6D46" w:rsidRPr="009C6D46" w:rsidRDefault="009C6D46" w:rsidP="00D90B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D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C6D46" w:rsidRPr="009C6D46" w:rsidRDefault="009C6D46" w:rsidP="00D90B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6D46">
              <w:rPr>
                <w:rFonts w:ascii="Corbel" w:hAnsi="Corbel"/>
                <w:b w:val="0"/>
                <w:smallCaps w:val="0"/>
                <w:szCs w:val="24"/>
              </w:rPr>
              <w:t>Castells</w:t>
            </w:r>
            <w:proofErr w:type="spellEnd"/>
            <w:r w:rsidRPr="009C6D46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9C6D46">
              <w:rPr>
                <w:rFonts w:ascii="Corbel" w:hAnsi="Corbel"/>
                <w:b w:val="0"/>
                <w:i/>
                <w:smallCaps w:val="0"/>
                <w:szCs w:val="24"/>
              </w:rPr>
              <w:t>Społeczeństwo sieci</w:t>
            </w:r>
            <w:r w:rsidRPr="009C6D46">
              <w:rPr>
                <w:rFonts w:ascii="Corbel" w:hAnsi="Corbel"/>
                <w:b w:val="0"/>
                <w:smallCaps w:val="0"/>
                <w:szCs w:val="24"/>
              </w:rPr>
              <w:t xml:space="preserve">, przekład z j. ang. M. </w:t>
            </w:r>
            <w:proofErr w:type="spellStart"/>
            <w:r w:rsidRPr="009C6D46">
              <w:rPr>
                <w:rFonts w:ascii="Corbel" w:hAnsi="Corbel"/>
                <w:b w:val="0"/>
                <w:smallCaps w:val="0"/>
                <w:szCs w:val="24"/>
              </w:rPr>
              <w:t>Marody</w:t>
            </w:r>
            <w:proofErr w:type="spellEnd"/>
            <w:r w:rsidRPr="009C6D46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r w:rsidRPr="009C6D4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             Naukowe PWN, Warszawa 2010.</w:t>
            </w:r>
          </w:p>
          <w:p w:rsidR="009C6D46" w:rsidRPr="009C6D46" w:rsidRDefault="009C6D46" w:rsidP="00D90B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C6D46" w:rsidRPr="00F7644A" w:rsidTr="00D90BEE">
        <w:trPr>
          <w:trHeight w:val="397"/>
        </w:trPr>
        <w:tc>
          <w:tcPr>
            <w:tcW w:w="7513" w:type="dxa"/>
          </w:tcPr>
          <w:p w:rsidR="009C6D46" w:rsidRPr="009C6D46" w:rsidRDefault="009C6D46" w:rsidP="00D90B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6D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C6D46" w:rsidRPr="009C6D46" w:rsidRDefault="009C6D46" w:rsidP="00D90BEE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6D46">
              <w:rPr>
                <w:rFonts w:ascii="Corbel" w:hAnsi="Corbel"/>
                <w:b w:val="0"/>
                <w:smallCaps w:val="0"/>
                <w:szCs w:val="24"/>
              </w:rPr>
              <w:t xml:space="preserve">Barney D., </w:t>
            </w:r>
            <w:r w:rsidRPr="009C6D46">
              <w:rPr>
                <w:rFonts w:ascii="Corbel" w:hAnsi="Corbel"/>
                <w:b w:val="0"/>
                <w:i/>
                <w:smallCaps w:val="0"/>
                <w:szCs w:val="24"/>
              </w:rPr>
              <w:t>Społeczeństwo sieci</w:t>
            </w:r>
            <w:r w:rsidRPr="009C6D46">
              <w:rPr>
                <w:rFonts w:ascii="Corbel" w:hAnsi="Corbel"/>
                <w:b w:val="0"/>
                <w:smallCaps w:val="0"/>
                <w:szCs w:val="24"/>
              </w:rPr>
              <w:t>, Sic!, Warszawa 2008.</w:t>
            </w:r>
          </w:p>
          <w:p w:rsidR="009C6D46" w:rsidRPr="009C6D46" w:rsidRDefault="009C6D46" w:rsidP="00D90BEE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C6D46">
              <w:rPr>
                <w:rFonts w:ascii="Corbel" w:hAnsi="Corbel"/>
                <w:sz w:val="24"/>
                <w:szCs w:val="24"/>
                <w:lang w:val="de-DE"/>
              </w:rPr>
              <w:t>Godzic</w:t>
            </w:r>
            <w:proofErr w:type="spellEnd"/>
            <w:r w:rsidRPr="009C6D46">
              <w:rPr>
                <w:rFonts w:ascii="Corbel" w:hAnsi="Corbel"/>
                <w:sz w:val="24"/>
                <w:szCs w:val="24"/>
                <w:lang w:val="de-DE"/>
              </w:rPr>
              <w:t xml:space="preserve"> W., Bauer Z. (red.), </w:t>
            </w:r>
            <w:r w:rsidRPr="009C6D46">
              <w:rPr>
                <w:rFonts w:ascii="Corbel" w:hAnsi="Corbel"/>
                <w:i/>
                <w:sz w:val="24"/>
                <w:szCs w:val="24"/>
                <w:lang w:val="de-DE"/>
              </w:rPr>
              <w:t>E-</w:t>
            </w:r>
            <w:proofErr w:type="spellStart"/>
            <w:r w:rsidRPr="009C6D46">
              <w:rPr>
                <w:rFonts w:ascii="Corbel" w:hAnsi="Corbel"/>
                <w:i/>
                <w:sz w:val="24"/>
                <w:szCs w:val="24"/>
                <w:lang w:val="de-DE"/>
              </w:rPr>
              <w:t>gatunki</w:t>
            </w:r>
            <w:proofErr w:type="spellEnd"/>
            <w:r w:rsidRPr="009C6D46">
              <w:rPr>
                <w:rFonts w:ascii="Corbel" w:hAnsi="Corbel"/>
                <w:i/>
                <w:sz w:val="24"/>
                <w:szCs w:val="24"/>
                <w:lang w:val="de-DE"/>
              </w:rPr>
              <w:t xml:space="preserve">. </w:t>
            </w:r>
            <w:r w:rsidRPr="009C6D46">
              <w:rPr>
                <w:rFonts w:ascii="Corbel" w:hAnsi="Corbel"/>
                <w:i/>
                <w:sz w:val="24"/>
                <w:szCs w:val="24"/>
              </w:rPr>
              <w:t>Dziennikarz w nowej przestrzeni komunikowania</w:t>
            </w:r>
            <w:r w:rsidRPr="009C6D4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9C6D46"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 w:rsidRPr="009C6D46">
              <w:rPr>
                <w:rFonts w:ascii="Corbel" w:hAnsi="Corbel"/>
                <w:sz w:val="24"/>
                <w:szCs w:val="24"/>
              </w:rPr>
              <w:t>, Warszawa 2015.</w:t>
            </w:r>
          </w:p>
          <w:p w:rsidR="009C6D46" w:rsidRPr="009C6D46" w:rsidRDefault="009C6D46" w:rsidP="00D90BEE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C6D46">
              <w:rPr>
                <w:rFonts w:ascii="Corbel" w:hAnsi="Corbel"/>
                <w:i/>
                <w:sz w:val="24"/>
                <w:szCs w:val="24"/>
              </w:rPr>
              <w:t xml:space="preserve">Nowe media a media tradycyjne : prasa, reklama, </w:t>
            </w:r>
            <w:proofErr w:type="spellStart"/>
            <w:r w:rsidRPr="009C6D46">
              <w:rPr>
                <w:rFonts w:ascii="Corbel" w:hAnsi="Corbel"/>
                <w:i/>
                <w:sz w:val="24"/>
                <w:szCs w:val="24"/>
              </w:rPr>
              <w:t>internet</w:t>
            </w:r>
            <w:proofErr w:type="spellEnd"/>
            <w:r w:rsidRPr="009C6D46">
              <w:rPr>
                <w:rFonts w:ascii="Corbel" w:hAnsi="Corbel"/>
                <w:sz w:val="24"/>
                <w:szCs w:val="24"/>
              </w:rPr>
              <w:t>, red. M. Jeziński,  Adam Marszałek,  Toruń 2009.</w:t>
            </w:r>
          </w:p>
          <w:p w:rsidR="009C6D46" w:rsidRPr="009C6D46" w:rsidRDefault="009C6D46" w:rsidP="00D90BEE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9C6D46">
              <w:rPr>
                <w:rFonts w:ascii="Corbel" w:hAnsi="Corbel"/>
                <w:i/>
                <w:sz w:val="24"/>
                <w:szCs w:val="24"/>
              </w:rPr>
              <w:t>Nowe media. Implikacje kulturowe, językowe i edukacyjne</w:t>
            </w:r>
            <w:r w:rsidRPr="009C6D46">
              <w:rPr>
                <w:rFonts w:ascii="Corbel" w:hAnsi="Corbel"/>
                <w:sz w:val="24"/>
                <w:szCs w:val="24"/>
              </w:rPr>
              <w:t>, red. M. Karwatowska, B. Jarosz, Wydawnictwo UMCS, Lublin 2015.</w:t>
            </w:r>
            <w:r w:rsidRPr="009C6D46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9C6D46" w:rsidRPr="009C6D46" w:rsidRDefault="009C6D46" w:rsidP="00D90BEE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C6D46">
              <w:rPr>
                <w:rFonts w:ascii="Corbel" w:hAnsi="Corbel"/>
                <w:i/>
                <w:sz w:val="24"/>
                <w:szCs w:val="24"/>
              </w:rPr>
              <w:t>Nowe media - możliwości i pułapki</w:t>
            </w:r>
            <w:r w:rsidRPr="009C6D46">
              <w:rPr>
                <w:rFonts w:ascii="Corbel" w:hAnsi="Corbel"/>
                <w:sz w:val="24"/>
                <w:szCs w:val="24"/>
              </w:rPr>
              <w:t xml:space="preserve">, red. A. Adamski, M. Laskowska, Wydawnictwo </w:t>
            </w:r>
            <w:proofErr w:type="spellStart"/>
            <w:r w:rsidRPr="009C6D46">
              <w:rPr>
                <w:rFonts w:ascii="Corbel" w:hAnsi="Corbel"/>
                <w:sz w:val="24"/>
                <w:szCs w:val="24"/>
              </w:rPr>
              <w:t>Scriptorium</w:t>
            </w:r>
            <w:proofErr w:type="spellEnd"/>
            <w:r w:rsidRPr="009C6D46">
              <w:rPr>
                <w:rFonts w:ascii="Corbel" w:hAnsi="Corbel"/>
                <w:sz w:val="24"/>
                <w:szCs w:val="24"/>
              </w:rPr>
              <w:t>, Poznań-Opole 2011.</w:t>
            </w:r>
          </w:p>
          <w:p w:rsidR="009C6D46" w:rsidRPr="009C6D46" w:rsidRDefault="009C6D46" w:rsidP="00D90BEE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C6D46">
              <w:rPr>
                <w:rFonts w:ascii="Corbel" w:hAnsi="Corbel"/>
                <w:i/>
                <w:sz w:val="24"/>
                <w:szCs w:val="24"/>
              </w:rPr>
              <w:t>Nowe media: wyzwania i ograniczenia</w:t>
            </w:r>
            <w:r w:rsidRPr="009C6D46">
              <w:rPr>
                <w:rFonts w:ascii="Corbel" w:hAnsi="Corbel"/>
                <w:sz w:val="24"/>
                <w:szCs w:val="24"/>
              </w:rPr>
              <w:t xml:space="preserve">, Oficyna Wydawnicza </w:t>
            </w:r>
            <w:proofErr w:type="spellStart"/>
            <w:r w:rsidRPr="009C6D46">
              <w:rPr>
                <w:rFonts w:ascii="Corbel" w:hAnsi="Corbel"/>
                <w:sz w:val="24"/>
                <w:szCs w:val="24"/>
              </w:rPr>
              <w:t>Aspra</w:t>
            </w:r>
            <w:proofErr w:type="spellEnd"/>
            <w:r w:rsidRPr="009C6D46">
              <w:rPr>
                <w:rFonts w:ascii="Corbel" w:hAnsi="Corbel"/>
                <w:sz w:val="24"/>
                <w:szCs w:val="24"/>
              </w:rPr>
              <w:t>-JR, Warszawa 2013.</w:t>
            </w:r>
          </w:p>
          <w:p w:rsidR="009C6D46" w:rsidRPr="009C6D46" w:rsidRDefault="009C6D46" w:rsidP="00D90BEE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C6D46">
              <w:rPr>
                <w:rFonts w:ascii="Corbel" w:hAnsi="Corbel"/>
                <w:sz w:val="24"/>
                <w:szCs w:val="24"/>
              </w:rPr>
              <w:t xml:space="preserve">Olszański L., </w:t>
            </w:r>
            <w:r w:rsidRPr="009C6D46">
              <w:rPr>
                <w:rFonts w:ascii="Corbel" w:hAnsi="Corbel"/>
                <w:i/>
                <w:sz w:val="24"/>
                <w:szCs w:val="24"/>
              </w:rPr>
              <w:t>Media i dziennikarstwo internetowe</w:t>
            </w:r>
            <w:r w:rsidRPr="009C6D4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9C6D46"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 w:rsidRPr="009C6D46">
              <w:rPr>
                <w:rFonts w:ascii="Corbel" w:hAnsi="Corbel"/>
                <w:sz w:val="24"/>
                <w:szCs w:val="24"/>
              </w:rPr>
              <w:t>, Warszawa 2012.</w:t>
            </w:r>
          </w:p>
          <w:p w:rsidR="009C6D46" w:rsidRPr="009C6D46" w:rsidRDefault="009C6D46" w:rsidP="00D90BEE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C6D46">
              <w:rPr>
                <w:rFonts w:ascii="Corbel" w:hAnsi="Corbel"/>
                <w:sz w:val="24"/>
                <w:szCs w:val="24"/>
              </w:rPr>
              <w:t xml:space="preserve">Tomaszewska H., </w:t>
            </w:r>
            <w:r w:rsidRPr="009C6D46">
              <w:rPr>
                <w:rFonts w:ascii="Corbel" w:hAnsi="Corbel"/>
                <w:i/>
                <w:sz w:val="24"/>
                <w:szCs w:val="24"/>
              </w:rPr>
              <w:t>Młodzież, rówieśnicy i nowe media: społeczne funkcje technologii komunikacyjnych w życiu nastolatków</w:t>
            </w:r>
            <w:r w:rsidRPr="009C6D46">
              <w:rPr>
                <w:rFonts w:ascii="Corbel" w:hAnsi="Corbel"/>
                <w:sz w:val="24"/>
                <w:szCs w:val="24"/>
              </w:rPr>
              <w:t>, Wydawnictwo Akademickie Żak, Warszawa 2012.</w:t>
            </w:r>
          </w:p>
          <w:p w:rsidR="009C6D46" w:rsidRPr="009C6D46" w:rsidRDefault="009C6D46" w:rsidP="00D90BE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44D" w:rsidRDefault="008E444D" w:rsidP="00C16ABF">
      <w:pPr>
        <w:spacing w:after="0" w:line="240" w:lineRule="auto"/>
      </w:pPr>
      <w:r>
        <w:separator/>
      </w:r>
    </w:p>
  </w:endnote>
  <w:endnote w:type="continuationSeparator" w:id="0">
    <w:p w:rsidR="008E444D" w:rsidRDefault="008E44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44D" w:rsidRDefault="008E444D" w:rsidP="00C16ABF">
      <w:pPr>
        <w:spacing w:after="0" w:line="240" w:lineRule="auto"/>
      </w:pPr>
      <w:r>
        <w:separator/>
      </w:r>
    </w:p>
  </w:footnote>
  <w:footnote w:type="continuationSeparator" w:id="0">
    <w:p w:rsidR="008E444D" w:rsidRDefault="008E444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16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288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6D9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40E"/>
    <w:rsid w:val="003D6CE2"/>
    <w:rsid w:val="003E1941"/>
    <w:rsid w:val="003E2FE6"/>
    <w:rsid w:val="003E49D5"/>
    <w:rsid w:val="003F205D"/>
    <w:rsid w:val="003F38C0"/>
    <w:rsid w:val="0040213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C7D44"/>
    <w:rsid w:val="005E6E85"/>
    <w:rsid w:val="005F31D2"/>
    <w:rsid w:val="0061029B"/>
    <w:rsid w:val="00617230"/>
    <w:rsid w:val="00621CE1"/>
    <w:rsid w:val="00627FC9"/>
    <w:rsid w:val="00645BDC"/>
    <w:rsid w:val="00647FA8"/>
    <w:rsid w:val="00650C5F"/>
    <w:rsid w:val="00654934"/>
    <w:rsid w:val="006620D9"/>
    <w:rsid w:val="00671958"/>
    <w:rsid w:val="00675843"/>
    <w:rsid w:val="00696477"/>
    <w:rsid w:val="006B76A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28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391D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6F6"/>
    <w:rsid w:val="008D3DFB"/>
    <w:rsid w:val="008E444D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59AE"/>
    <w:rsid w:val="009C3E31"/>
    <w:rsid w:val="009C54AE"/>
    <w:rsid w:val="009C6D46"/>
    <w:rsid w:val="009C788E"/>
    <w:rsid w:val="009D3F3B"/>
    <w:rsid w:val="009D5B33"/>
    <w:rsid w:val="009E0543"/>
    <w:rsid w:val="009E3B41"/>
    <w:rsid w:val="009F169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80F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FA6"/>
    <w:rsid w:val="00B06142"/>
    <w:rsid w:val="00B135B1"/>
    <w:rsid w:val="00B3130B"/>
    <w:rsid w:val="00B40ADB"/>
    <w:rsid w:val="00B43B77"/>
    <w:rsid w:val="00B43E80"/>
    <w:rsid w:val="00B44E0E"/>
    <w:rsid w:val="00B607DB"/>
    <w:rsid w:val="00B66529"/>
    <w:rsid w:val="00B75946"/>
    <w:rsid w:val="00B8056E"/>
    <w:rsid w:val="00B819C8"/>
    <w:rsid w:val="00B82308"/>
    <w:rsid w:val="00B90885"/>
    <w:rsid w:val="00BB520A"/>
    <w:rsid w:val="00BC25B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70E"/>
    <w:rsid w:val="00CA2B96"/>
    <w:rsid w:val="00CA5089"/>
    <w:rsid w:val="00CA56E5"/>
    <w:rsid w:val="00CB776A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75C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9C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EE7929"/>
    <w:rsid w:val="00F070AB"/>
    <w:rsid w:val="00F17567"/>
    <w:rsid w:val="00F23EE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B77C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B03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4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1DAD3-BF8D-4297-9698-502E66AD1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1122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2019-02-06T12:12:00Z</cp:lastPrinted>
  <dcterms:created xsi:type="dcterms:W3CDTF">2021-02-08T19:57:00Z</dcterms:created>
  <dcterms:modified xsi:type="dcterms:W3CDTF">2021-03-09T13:59:00Z</dcterms:modified>
</cp:coreProperties>
</file>